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CC3" w:rsidRPr="004A4709" w:rsidRDefault="00062CC3" w:rsidP="004A4709">
      <w:pPr>
        <w:jc w:val="center"/>
        <w:rPr>
          <w:b/>
          <w:sz w:val="28"/>
          <w:szCs w:val="28"/>
        </w:rPr>
      </w:pPr>
      <w:r w:rsidRPr="004A4709">
        <w:rPr>
          <w:b/>
          <w:sz w:val="28"/>
          <w:szCs w:val="28"/>
        </w:rPr>
        <w:t>Expectation</w:t>
      </w:r>
      <w:r>
        <w:rPr>
          <w:b/>
          <w:sz w:val="28"/>
          <w:szCs w:val="28"/>
        </w:rPr>
        <w:t>s</w:t>
      </w:r>
      <w:r w:rsidRPr="004A4709">
        <w:rPr>
          <w:b/>
          <w:sz w:val="28"/>
          <w:szCs w:val="28"/>
        </w:rPr>
        <w:t xml:space="preserve"> from all parties</w:t>
      </w:r>
    </w:p>
    <w:p w:rsidR="00062CC3" w:rsidRPr="004A4709" w:rsidRDefault="00062CC3">
      <w:pPr>
        <w:rPr>
          <w:b/>
        </w:rPr>
      </w:pPr>
      <w:r w:rsidRPr="004A4709">
        <w:rPr>
          <w:b/>
        </w:rPr>
        <w:t>Expectations of the Teacher</w:t>
      </w:r>
    </w:p>
    <w:p w:rsidR="00062CC3" w:rsidRDefault="00062CC3" w:rsidP="006F686E">
      <w:pPr>
        <w:pStyle w:val="ListParagraph"/>
        <w:numPr>
          <w:ilvl w:val="0"/>
          <w:numId w:val="1"/>
        </w:numPr>
      </w:pPr>
      <w:r>
        <w:t>To treat all students fairly</w:t>
      </w:r>
    </w:p>
    <w:p w:rsidR="00062CC3" w:rsidRDefault="00062CC3" w:rsidP="006F686E">
      <w:pPr>
        <w:pStyle w:val="ListParagraph"/>
        <w:numPr>
          <w:ilvl w:val="0"/>
          <w:numId w:val="1"/>
        </w:numPr>
      </w:pPr>
      <w:r>
        <w:t>To communicate assignments clearly</w:t>
      </w:r>
    </w:p>
    <w:p w:rsidR="00062CC3" w:rsidRDefault="00062CC3" w:rsidP="006F686E">
      <w:pPr>
        <w:pStyle w:val="ListParagraph"/>
        <w:numPr>
          <w:ilvl w:val="0"/>
          <w:numId w:val="1"/>
        </w:numPr>
      </w:pPr>
      <w:r>
        <w:t>To be approachable for questions</w:t>
      </w:r>
    </w:p>
    <w:p w:rsidR="00062CC3" w:rsidRDefault="00062CC3" w:rsidP="006F686E">
      <w:pPr>
        <w:pStyle w:val="ListParagraph"/>
        <w:numPr>
          <w:ilvl w:val="0"/>
          <w:numId w:val="1"/>
        </w:numPr>
      </w:pPr>
      <w:r>
        <w:t>To teach students the curriculum</w:t>
      </w:r>
    </w:p>
    <w:p w:rsidR="00062CC3" w:rsidRDefault="00062CC3" w:rsidP="006F686E">
      <w:pPr>
        <w:pStyle w:val="ListParagraph"/>
        <w:numPr>
          <w:ilvl w:val="0"/>
          <w:numId w:val="1"/>
        </w:numPr>
      </w:pPr>
      <w:r>
        <w:t>To be prepared for the class</w:t>
      </w:r>
    </w:p>
    <w:p w:rsidR="00062CC3" w:rsidRDefault="00062CC3" w:rsidP="004A4709">
      <w:pPr>
        <w:spacing w:after="0"/>
      </w:pPr>
      <w:r>
        <w:t>Teacher info</w:t>
      </w:r>
    </w:p>
    <w:p w:rsidR="00062CC3" w:rsidRDefault="00062CC3" w:rsidP="004A4709">
      <w:pPr>
        <w:spacing w:after="0"/>
      </w:pPr>
      <w:r>
        <w:t>signature_________________________</w:t>
      </w:r>
    </w:p>
    <w:p w:rsidR="00062CC3" w:rsidRDefault="00062CC3" w:rsidP="004A4709">
      <w:pPr>
        <w:spacing w:after="0"/>
      </w:pPr>
      <w:hyperlink r:id="rId5" w:history="1">
        <w:r w:rsidRPr="00D13ED5">
          <w:rPr>
            <w:rStyle w:val="Hyperlink"/>
          </w:rPr>
          <w:t>kshowalter@broadfording.com</w:t>
        </w:r>
      </w:hyperlink>
    </w:p>
    <w:p w:rsidR="00062CC3" w:rsidRDefault="00062CC3" w:rsidP="004A4709">
      <w:pPr>
        <w:spacing w:after="0"/>
      </w:pPr>
      <w:r w:rsidRPr="001C2107">
        <w:t>http://broadfording.wikispaces.com/</w:t>
      </w:r>
      <w:r>
        <w:t xml:space="preserve"> </w:t>
      </w:r>
    </w:p>
    <w:p w:rsidR="00062CC3" w:rsidRDefault="00062CC3" w:rsidP="004A4709">
      <w:pPr>
        <w:pBdr>
          <w:bottom w:val="single" w:sz="12" w:space="1" w:color="auto"/>
        </w:pBdr>
        <w:spacing w:after="0"/>
      </w:pPr>
      <w:r>
        <w:t>wk 301-797-8886 ext 233</w:t>
      </w:r>
    </w:p>
    <w:p w:rsidR="00062CC3" w:rsidRDefault="00062CC3" w:rsidP="004A4709">
      <w:pPr>
        <w:spacing w:after="0"/>
      </w:pPr>
    </w:p>
    <w:p w:rsidR="00062CC3" w:rsidRDefault="00062CC3" w:rsidP="004A4709">
      <w:pPr>
        <w:spacing w:after="0"/>
      </w:pPr>
    </w:p>
    <w:p w:rsidR="00062CC3" w:rsidRPr="004A4709" w:rsidRDefault="00062CC3" w:rsidP="006F686E">
      <w:pPr>
        <w:rPr>
          <w:b/>
        </w:rPr>
      </w:pPr>
      <w:r w:rsidRPr="004A4709">
        <w:rPr>
          <w:b/>
        </w:rPr>
        <w:t>Expectations of Students</w:t>
      </w:r>
    </w:p>
    <w:p w:rsidR="00062CC3" w:rsidRDefault="00062CC3" w:rsidP="006F686E">
      <w:pPr>
        <w:pStyle w:val="ListParagraph"/>
        <w:numPr>
          <w:ilvl w:val="0"/>
          <w:numId w:val="2"/>
        </w:numPr>
      </w:pPr>
      <w:r>
        <w:t>To treat others respectfully</w:t>
      </w:r>
    </w:p>
    <w:p w:rsidR="00062CC3" w:rsidRDefault="00062CC3" w:rsidP="006F686E">
      <w:pPr>
        <w:pStyle w:val="ListParagraph"/>
        <w:numPr>
          <w:ilvl w:val="0"/>
          <w:numId w:val="2"/>
        </w:numPr>
      </w:pPr>
      <w:r>
        <w:t>To complete all assignments on time</w:t>
      </w:r>
    </w:p>
    <w:p w:rsidR="00062CC3" w:rsidRDefault="00062CC3" w:rsidP="006F686E">
      <w:pPr>
        <w:pStyle w:val="ListParagraph"/>
        <w:numPr>
          <w:ilvl w:val="0"/>
          <w:numId w:val="2"/>
        </w:numPr>
      </w:pPr>
      <w:r>
        <w:t>To ask questions</w:t>
      </w:r>
    </w:p>
    <w:p w:rsidR="00062CC3" w:rsidRDefault="00062CC3" w:rsidP="006F686E">
      <w:pPr>
        <w:pStyle w:val="ListParagraph"/>
        <w:numPr>
          <w:ilvl w:val="0"/>
          <w:numId w:val="2"/>
        </w:numPr>
      </w:pPr>
      <w:r>
        <w:t>To allow the teacher to teach the class</w:t>
      </w:r>
    </w:p>
    <w:p w:rsidR="00062CC3" w:rsidRDefault="00062CC3" w:rsidP="006F686E">
      <w:pPr>
        <w:pStyle w:val="ListParagraph"/>
        <w:numPr>
          <w:ilvl w:val="0"/>
          <w:numId w:val="2"/>
        </w:numPr>
      </w:pPr>
      <w:r>
        <w:t>To be prepared for the class</w:t>
      </w:r>
    </w:p>
    <w:p w:rsidR="00062CC3" w:rsidRDefault="00062CC3" w:rsidP="004A4709">
      <w:pPr>
        <w:spacing w:after="0"/>
      </w:pPr>
      <w:r>
        <w:t>Student info</w:t>
      </w:r>
    </w:p>
    <w:p w:rsidR="00062CC3" w:rsidRDefault="00062CC3" w:rsidP="004A4709">
      <w:pPr>
        <w:spacing w:after="0"/>
      </w:pPr>
      <w:r>
        <w:t>signature__________________________</w:t>
      </w:r>
    </w:p>
    <w:p w:rsidR="00062CC3" w:rsidRDefault="00062CC3" w:rsidP="004A4709">
      <w:pPr>
        <w:spacing w:after="0"/>
      </w:pPr>
      <w:r>
        <w:t>email_____________________________</w:t>
      </w:r>
    </w:p>
    <w:p w:rsidR="00062CC3" w:rsidRDefault="00062CC3" w:rsidP="004A4709">
      <w:pPr>
        <w:pBdr>
          <w:bottom w:val="single" w:sz="12" w:space="1" w:color="auto"/>
        </w:pBdr>
        <w:spacing w:after="0"/>
      </w:pPr>
      <w:r>
        <w:t>ph #______________________________</w:t>
      </w:r>
    </w:p>
    <w:p w:rsidR="00062CC3" w:rsidRDefault="00062CC3" w:rsidP="006F686E"/>
    <w:p w:rsidR="00062CC3" w:rsidRPr="004A4709" w:rsidRDefault="00062CC3" w:rsidP="006F686E">
      <w:pPr>
        <w:rPr>
          <w:b/>
        </w:rPr>
      </w:pPr>
      <w:r w:rsidRPr="004A4709">
        <w:rPr>
          <w:b/>
        </w:rPr>
        <w:t>Expectations of Parents</w:t>
      </w:r>
    </w:p>
    <w:p w:rsidR="00062CC3" w:rsidRDefault="00062CC3" w:rsidP="006F686E">
      <w:pPr>
        <w:pStyle w:val="ListParagraph"/>
        <w:numPr>
          <w:ilvl w:val="0"/>
          <w:numId w:val="3"/>
        </w:numPr>
      </w:pPr>
      <w:r>
        <w:t>To support your child as needed</w:t>
      </w:r>
    </w:p>
    <w:p w:rsidR="00062CC3" w:rsidRDefault="00062CC3" w:rsidP="006F686E">
      <w:pPr>
        <w:pStyle w:val="ListParagraph"/>
        <w:numPr>
          <w:ilvl w:val="0"/>
          <w:numId w:val="3"/>
        </w:numPr>
      </w:pPr>
      <w:r>
        <w:t>To access information given out</w:t>
      </w:r>
    </w:p>
    <w:p w:rsidR="00062CC3" w:rsidRDefault="00062CC3" w:rsidP="004A4709">
      <w:pPr>
        <w:spacing w:after="0"/>
      </w:pPr>
      <w:r>
        <w:t>Parent info</w:t>
      </w:r>
    </w:p>
    <w:p w:rsidR="00062CC3" w:rsidRDefault="00062CC3" w:rsidP="004A4709">
      <w:pPr>
        <w:spacing w:after="0"/>
      </w:pPr>
      <w:r>
        <w:t>signature_________________________</w:t>
      </w:r>
    </w:p>
    <w:p w:rsidR="00062CC3" w:rsidRDefault="00062CC3" w:rsidP="004A4709">
      <w:pPr>
        <w:spacing w:after="0"/>
      </w:pPr>
      <w:r>
        <w:t>email__________________________</w:t>
      </w:r>
    </w:p>
    <w:p w:rsidR="00062CC3" w:rsidRDefault="00062CC3" w:rsidP="004A4709">
      <w:pPr>
        <w:spacing w:after="0"/>
      </w:pPr>
      <w:r>
        <w:t>ph #___________________________</w:t>
      </w:r>
    </w:p>
    <w:sectPr w:rsidR="00062CC3" w:rsidSect="002257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7156"/>
    <w:multiLevelType w:val="hybridMultilevel"/>
    <w:tmpl w:val="F112CAE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363029"/>
    <w:multiLevelType w:val="hybridMultilevel"/>
    <w:tmpl w:val="E4DEDFD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744315E"/>
    <w:multiLevelType w:val="hybridMultilevel"/>
    <w:tmpl w:val="068807A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86E"/>
    <w:rsid w:val="00062CC3"/>
    <w:rsid w:val="00074154"/>
    <w:rsid w:val="00113F49"/>
    <w:rsid w:val="001C2107"/>
    <w:rsid w:val="002252DA"/>
    <w:rsid w:val="002257F2"/>
    <w:rsid w:val="00261377"/>
    <w:rsid w:val="002C5556"/>
    <w:rsid w:val="0031779C"/>
    <w:rsid w:val="003D0190"/>
    <w:rsid w:val="004A4709"/>
    <w:rsid w:val="004C5C2D"/>
    <w:rsid w:val="006177A1"/>
    <w:rsid w:val="00683D58"/>
    <w:rsid w:val="006F686E"/>
    <w:rsid w:val="00833546"/>
    <w:rsid w:val="00C82184"/>
    <w:rsid w:val="00CC045F"/>
    <w:rsid w:val="00D13ED5"/>
    <w:rsid w:val="00FC1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F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F686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3354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showalter@broadfordin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134</Words>
  <Characters>767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kristin.showalter</cp:lastModifiedBy>
  <cp:revision>7</cp:revision>
  <cp:lastPrinted>2008-08-19T01:32:00Z</cp:lastPrinted>
  <dcterms:created xsi:type="dcterms:W3CDTF">2008-06-02T00:54:00Z</dcterms:created>
  <dcterms:modified xsi:type="dcterms:W3CDTF">2008-08-21T15:59:00Z</dcterms:modified>
</cp:coreProperties>
</file>